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CAC0A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2F0B84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7D94712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C1002">
        <w:rPr>
          <w:rFonts w:ascii="Corbel" w:hAnsi="Corbel"/>
          <w:b/>
          <w:smallCaps/>
          <w:sz w:val="24"/>
          <w:szCs w:val="24"/>
        </w:rPr>
        <w:t>20</w:t>
      </w:r>
      <w:r w:rsidR="00CB5E30">
        <w:rPr>
          <w:rFonts w:ascii="Corbel" w:hAnsi="Corbel"/>
          <w:b/>
          <w:smallCaps/>
          <w:sz w:val="24"/>
          <w:szCs w:val="24"/>
        </w:rPr>
        <w:t>19</w:t>
      </w:r>
      <w:r w:rsidR="00BC1002">
        <w:rPr>
          <w:rFonts w:ascii="Corbel" w:hAnsi="Corbel"/>
          <w:b/>
          <w:smallCaps/>
          <w:sz w:val="24"/>
          <w:szCs w:val="24"/>
        </w:rPr>
        <w:t>-202</w:t>
      </w:r>
      <w:r w:rsidR="00CB5E30">
        <w:rPr>
          <w:rFonts w:ascii="Corbel" w:hAnsi="Corbel"/>
          <w:b/>
          <w:smallCaps/>
          <w:sz w:val="24"/>
          <w:szCs w:val="24"/>
        </w:rPr>
        <w:t>2</w:t>
      </w:r>
    </w:p>
    <w:p w14:paraId="35882C85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420BFE2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40F06">
        <w:rPr>
          <w:rFonts w:ascii="Corbel" w:hAnsi="Corbel"/>
          <w:sz w:val="20"/>
          <w:szCs w:val="20"/>
        </w:rPr>
        <w:t>20</w:t>
      </w:r>
      <w:r w:rsidR="005A775E">
        <w:rPr>
          <w:rFonts w:ascii="Corbel" w:hAnsi="Corbel"/>
          <w:sz w:val="20"/>
          <w:szCs w:val="20"/>
        </w:rPr>
        <w:t>2</w:t>
      </w:r>
      <w:r w:rsidR="00CB5E30">
        <w:rPr>
          <w:rFonts w:ascii="Corbel" w:hAnsi="Corbel"/>
          <w:sz w:val="20"/>
          <w:szCs w:val="20"/>
        </w:rPr>
        <w:t>0</w:t>
      </w:r>
      <w:r w:rsidR="00540F06">
        <w:rPr>
          <w:rFonts w:ascii="Corbel" w:hAnsi="Corbel"/>
          <w:sz w:val="20"/>
          <w:szCs w:val="20"/>
        </w:rPr>
        <w:t>-202</w:t>
      </w:r>
      <w:r w:rsidR="00CB5E30">
        <w:rPr>
          <w:rFonts w:ascii="Corbel" w:hAnsi="Corbel"/>
          <w:sz w:val="20"/>
          <w:szCs w:val="20"/>
        </w:rPr>
        <w:t>1</w:t>
      </w:r>
    </w:p>
    <w:p w14:paraId="376E2B9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88A848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C2A085E" w14:textId="77777777" w:rsidTr="00B819C8">
        <w:tc>
          <w:tcPr>
            <w:tcW w:w="2694" w:type="dxa"/>
            <w:vAlign w:val="center"/>
          </w:tcPr>
          <w:p w14:paraId="150A74D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D309752" w14:textId="77777777" w:rsidR="0085747A" w:rsidRPr="009C54AE" w:rsidRDefault="00BC10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 pracy i bezrobocia</w:t>
            </w:r>
          </w:p>
        </w:tc>
      </w:tr>
      <w:tr w:rsidR="00BC1002" w:rsidRPr="009C54AE" w14:paraId="0960B71C" w14:textId="77777777" w:rsidTr="00B819C8">
        <w:tc>
          <w:tcPr>
            <w:tcW w:w="2694" w:type="dxa"/>
            <w:vAlign w:val="center"/>
          </w:tcPr>
          <w:p w14:paraId="538FE759" w14:textId="77777777" w:rsidR="00BC1002" w:rsidRPr="009C54AE" w:rsidRDefault="00BC100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AB1C12" w14:textId="77777777" w:rsidR="00BC1002" w:rsidRPr="004F25CE" w:rsidRDefault="00BC1002" w:rsidP="00B37A82">
            <w:pPr>
              <w:pStyle w:val="Podpunkty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P1S[4]F_0</w:t>
            </w:r>
            <w:r w:rsidR="00B37A8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BC1002" w:rsidRPr="009C54AE" w14:paraId="60FE4A0C" w14:textId="77777777" w:rsidTr="00B819C8">
        <w:tc>
          <w:tcPr>
            <w:tcW w:w="2694" w:type="dxa"/>
            <w:vAlign w:val="center"/>
          </w:tcPr>
          <w:p w14:paraId="5E5D551B" w14:textId="77777777" w:rsidR="00BC1002" w:rsidRPr="009C54AE" w:rsidRDefault="00BC100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D96E5E5" w14:textId="77777777" w:rsidR="00BC1002" w:rsidRPr="009C54AE" w:rsidRDefault="00BC1002" w:rsidP="00C42C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C1002" w:rsidRPr="009C54AE" w14:paraId="16181718" w14:textId="77777777" w:rsidTr="00B819C8">
        <w:tc>
          <w:tcPr>
            <w:tcW w:w="2694" w:type="dxa"/>
            <w:vAlign w:val="center"/>
          </w:tcPr>
          <w:p w14:paraId="166B8F9F" w14:textId="77777777" w:rsidR="00BC1002" w:rsidRPr="009C54AE" w:rsidRDefault="00BC100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717166" w14:textId="77777777" w:rsidR="00BC1002" w:rsidRPr="009C54AE" w:rsidRDefault="00BC1002" w:rsidP="00C42C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8E0D17">
              <w:rPr>
                <w:rFonts w:ascii="Corbel" w:hAnsi="Corbel"/>
                <w:b w:val="0"/>
                <w:sz w:val="24"/>
                <w:szCs w:val="24"/>
              </w:rPr>
              <w:t xml:space="preserve">   </w:t>
            </w:r>
          </w:p>
        </w:tc>
      </w:tr>
      <w:tr w:rsidR="00BC1002" w:rsidRPr="009C54AE" w14:paraId="1C245FF6" w14:textId="77777777" w:rsidTr="00B819C8">
        <w:tc>
          <w:tcPr>
            <w:tcW w:w="2694" w:type="dxa"/>
            <w:vAlign w:val="center"/>
          </w:tcPr>
          <w:p w14:paraId="353AC0AC" w14:textId="77777777" w:rsidR="00BC1002" w:rsidRPr="009C54AE" w:rsidRDefault="00BC100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9FE4EDE" w14:textId="77777777" w:rsidR="00BC1002" w:rsidRPr="009C54AE" w:rsidRDefault="00BC1002" w:rsidP="00C42C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BC1002" w:rsidRPr="009C54AE" w14:paraId="353E527C" w14:textId="77777777" w:rsidTr="00B819C8">
        <w:tc>
          <w:tcPr>
            <w:tcW w:w="2694" w:type="dxa"/>
            <w:vAlign w:val="center"/>
          </w:tcPr>
          <w:p w14:paraId="3A821485" w14:textId="77777777" w:rsidR="00BC1002" w:rsidRPr="009C54AE" w:rsidRDefault="00BC100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59F5FA" w14:textId="77777777" w:rsidR="00BC1002" w:rsidRPr="009C54AE" w:rsidRDefault="00BC1002" w:rsidP="00C42C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BC1002" w:rsidRPr="009C54AE" w14:paraId="6EC34E21" w14:textId="77777777" w:rsidTr="00B819C8">
        <w:tc>
          <w:tcPr>
            <w:tcW w:w="2694" w:type="dxa"/>
            <w:vAlign w:val="center"/>
          </w:tcPr>
          <w:p w14:paraId="32EF30A5" w14:textId="77777777" w:rsidR="00BC1002" w:rsidRPr="009C54AE" w:rsidRDefault="00BC100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29FC5D" w14:textId="77777777" w:rsidR="00BC1002" w:rsidRPr="009C54AE" w:rsidRDefault="00BC1002" w:rsidP="00C42C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C1002" w:rsidRPr="009C54AE" w14:paraId="63F95330" w14:textId="77777777" w:rsidTr="00B819C8">
        <w:tc>
          <w:tcPr>
            <w:tcW w:w="2694" w:type="dxa"/>
            <w:vAlign w:val="center"/>
          </w:tcPr>
          <w:p w14:paraId="559939BA" w14:textId="77777777" w:rsidR="00BC1002" w:rsidRPr="009C54AE" w:rsidRDefault="00BC100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488A94" w14:textId="77777777" w:rsidR="00BC1002" w:rsidRPr="009C54AE" w:rsidRDefault="00BC1002" w:rsidP="00C42C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C1002" w:rsidRPr="009C54AE" w14:paraId="044BD819" w14:textId="77777777" w:rsidTr="00B819C8">
        <w:tc>
          <w:tcPr>
            <w:tcW w:w="2694" w:type="dxa"/>
            <w:vAlign w:val="center"/>
          </w:tcPr>
          <w:p w14:paraId="6EF9495A" w14:textId="77777777" w:rsidR="00BC1002" w:rsidRPr="009C54AE" w:rsidRDefault="00BC100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C7FF7A1" w14:textId="77777777" w:rsidR="00BC1002" w:rsidRPr="009C54AE" w:rsidRDefault="00BC1002" w:rsidP="00C42C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IV</w:t>
            </w:r>
          </w:p>
        </w:tc>
      </w:tr>
      <w:tr w:rsidR="00BC1002" w:rsidRPr="009C54AE" w14:paraId="5E252E5D" w14:textId="77777777" w:rsidTr="00B819C8">
        <w:tc>
          <w:tcPr>
            <w:tcW w:w="2694" w:type="dxa"/>
            <w:vAlign w:val="center"/>
          </w:tcPr>
          <w:p w14:paraId="6CADED41" w14:textId="77777777" w:rsidR="00BC1002" w:rsidRPr="009C54AE" w:rsidRDefault="00BC100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73BCF7" w14:textId="77777777" w:rsidR="00BC1002" w:rsidRPr="009C54AE" w:rsidRDefault="005A775E" w:rsidP="00C42C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BC1002" w:rsidRPr="009C54AE" w14:paraId="23CB286E" w14:textId="77777777" w:rsidTr="00B819C8">
        <w:tc>
          <w:tcPr>
            <w:tcW w:w="2694" w:type="dxa"/>
            <w:vAlign w:val="center"/>
          </w:tcPr>
          <w:p w14:paraId="53708F6F" w14:textId="77777777" w:rsidR="00BC1002" w:rsidRPr="009C54AE" w:rsidRDefault="00BC100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3B7383" w14:textId="77777777" w:rsidR="00BC1002" w:rsidRPr="009C54AE" w:rsidRDefault="00BC1002" w:rsidP="00C42C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BC1002" w:rsidRPr="009C54AE" w14:paraId="4544C163" w14:textId="77777777" w:rsidTr="00B819C8">
        <w:tc>
          <w:tcPr>
            <w:tcW w:w="2694" w:type="dxa"/>
            <w:vAlign w:val="center"/>
          </w:tcPr>
          <w:p w14:paraId="43DAD482" w14:textId="77777777" w:rsidR="00BC1002" w:rsidRPr="009C54AE" w:rsidRDefault="00BC100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D17632E" w14:textId="77777777" w:rsidR="00BC1002" w:rsidRPr="009C54AE" w:rsidRDefault="00BC1002" w:rsidP="00C42C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  <w:tr w:rsidR="00BC1002" w:rsidRPr="009C54AE" w14:paraId="26AB6F78" w14:textId="77777777" w:rsidTr="00B819C8">
        <w:tc>
          <w:tcPr>
            <w:tcW w:w="2694" w:type="dxa"/>
            <w:vAlign w:val="center"/>
          </w:tcPr>
          <w:p w14:paraId="79BBDF75" w14:textId="77777777" w:rsidR="00BC1002" w:rsidRPr="009C54AE" w:rsidRDefault="00BC100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788C4E" w14:textId="77777777" w:rsidR="00BC1002" w:rsidRPr="009C54AE" w:rsidRDefault="00BC1002" w:rsidP="00C42C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</w:tbl>
    <w:p w14:paraId="19E00DF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38549A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B673B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267263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6148BCD" w14:textId="77777777" w:rsidTr="005A775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012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50585B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87E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5E7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38D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D31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830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5E7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9FA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599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9F7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C55A83" w14:textId="77777777" w:rsidTr="005A775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1BE1" w14:textId="77777777" w:rsidR="00015B8F" w:rsidRPr="009C54AE" w:rsidRDefault="002072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49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687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03EC1" w14:textId="77777777" w:rsidR="00015B8F" w:rsidRPr="009C54AE" w:rsidRDefault="00BC10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44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995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78E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F87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FB9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1E7C5" w14:textId="77777777" w:rsidR="00015B8F" w:rsidRPr="009C54AE" w:rsidRDefault="00BC10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62E4DA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65AF1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FB2B1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AB12FD4" w14:textId="77777777" w:rsidR="0085747A" w:rsidRPr="009C54AE" w:rsidRDefault="005B4B4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A84B85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0A204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A5DD4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0280E85" w14:textId="77777777" w:rsidR="009C54AE" w:rsidRDefault="00BC100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BC1D09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C2D9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C891DAE" w14:textId="77777777" w:rsidTr="00745302">
        <w:tc>
          <w:tcPr>
            <w:tcW w:w="9670" w:type="dxa"/>
          </w:tcPr>
          <w:p w14:paraId="121EA413" w14:textId="77777777" w:rsidR="0085747A" w:rsidRPr="009C54AE" w:rsidRDefault="005B4B4C" w:rsidP="005B4B4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z zakresu socjologii, psychologii społecznej oraz ekonomii i polityki społecznej.</w:t>
            </w:r>
          </w:p>
        </w:tc>
      </w:tr>
    </w:tbl>
    <w:p w14:paraId="73447F9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DEB1F9" w14:textId="77777777" w:rsidR="00043CA9" w:rsidRDefault="00043CA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E5E4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E535B7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E92C10" w14:textId="77777777" w:rsidR="00F83B28" w:rsidRPr="00043CA9" w:rsidRDefault="0071620A" w:rsidP="00043CA9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FAEAB5C" w14:textId="77777777" w:rsidTr="00923D7D">
        <w:tc>
          <w:tcPr>
            <w:tcW w:w="851" w:type="dxa"/>
            <w:vAlign w:val="center"/>
          </w:tcPr>
          <w:p w14:paraId="524C4C5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1A4AA6" w14:textId="77777777" w:rsidR="0085747A" w:rsidRPr="007977DE" w:rsidRDefault="005B4B4C" w:rsidP="007977D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97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ma wiedzę z zakresu socjologii pracy i bezrobocia.</w:t>
            </w:r>
          </w:p>
        </w:tc>
      </w:tr>
      <w:tr w:rsidR="0085747A" w:rsidRPr="009C54AE" w14:paraId="1A95C97D" w14:textId="77777777" w:rsidTr="00923D7D">
        <w:tc>
          <w:tcPr>
            <w:tcW w:w="851" w:type="dxa"/>
            <w:vAlign w:val="center"/>
          </w:tcPr>
          <w:p w14:paraId="3AF08EDC" w14:textId="77777777" w:rsidR="0085747A" w:rsidRPr="009C54AE" w:rsidRDefault="005B4B4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9A56EBB" w14:textId="77777777" w:rsidR="0085747A" w:rsidRPr="007977DE" w:rsidRDefault="003C17D5" w:rsidP="007977D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97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potrafi określić znaczenie pracy w życiu jednostki i społeczeństwa, wskazuje  na podmiotowość człowieka w procesie pracy.</w:t>
            </w:r>
          </w:p>
        </w:tc>
      </w:tr>
      <w:tr w:rsidR="0085747A" w:rsidRPr="009C54AE" w14:paraId="476BB74A" w14:textId="77777777" w:rsidTr="00923D7D">
        <w:tc>
          <w:tcPr>
            <w:tcW w:w="851" w:type="dxa"/>
            <w:vAlign w:val="center"/>
          </w:tcPr>
          <w:p w14:paraId="7F5F73C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B4B4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BEABD45" w14:textId="77777777" w:rsidR="0085747A" w:rsidRPr="007977DE" w:rsidRDefault="003C17D5" w:rsidP="007977D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97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analizuje czynniki integrujące oraz dezintegrujące pojawiające się w sytuacji pracy, w danej organizacji.</w:t>
            </w:r>
          </w:p>
        </w:tc>
      </w:tr>
      <w:tr w:rsidR="003C17D5" w:rsidRPr="009C54AE" w14:paraId="0404FF75" w14:textId="77777777" w:rsidTr="00923D7D">
        <w:tc>
          <w:tcPr>
            <w:tcW w:w="851" w:type="dxa"/>
            <w:vAlign w:val="center"/>
          </w:tcPr>
          <w:p w14:paraId="0A6366B5" w14:textId="77777777" w:rsidR="003C17D5" w:rsidRPr="009C54AE" w:rsidRDefault="007977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267D28C" w14:textId="77777777" w:rsidR="003C17D5" w:rsidRPr="007977DE" w:rsidRDefault="007977DE" w:rsidP="007977D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97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wskazuje wpływy integracji, globalizacji, migracji na pracę.</w:t>
            </w:r>
          </w:p>
        </w:tc>
      </w:tr>
    </w:tbl>
    <w:p w14:paraId="4EC8E0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B5E5204" w14:textId="77777777" w:rsidR="001D7B54" w:rsidRPr="009C54AE" w:rsidRDefault="009F4610" w:rsidP="00043CA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3767751" w14:textId="77777777" w:rsidTr="0071620A">
        <w:tc>
          <w:tcPr>
            <w:tcW w:w="1701" w:type="dxa"/>
            <w:vAlign w:val="center"/>
          </w:tcPr>
          <w:p w14:paraId="3C7D088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3BD92F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ABBD8B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384E6B3" w14:textId="77777777" w:rsidTr="005E6E85">
        <w:tc>
          <w:tcPr>
            <w:tcW w:w="1701" w:type="dxa"/>
          </w:tcPr>
          <w:p w14:paraId="02CC422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112C94D" w14:textId="77777777" w:rsidR="0085747A" w:rsidRPr="0087565A" w:rsidRDefault="00C26E87" w:rsidP="0087565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</w:t>
            </w:r>
            <w:r w:rsidR="007977DE" w:rsidRP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zna elementy struktur społecznych wchodzących w skład instytucji życia publicznego</w:t>
            </w:r>
            <w:r w:rsidR="005A77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szczególności z zakresu rynku pracy</w:t>
            </w:r>
            <w:r w:rsidR="007977DE" w:rsidRP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oraz ich instrumenty formalno-prawne.</w:t>
            </w:r>
          </w:p>
        </w:tc>
        <w:tc>
          <w:tcPr>
            <w:tcW w:w="1873" w:type="dxa"/>
          </w:tcPr>
          <w:p w14:paraId="78C187D5" w14:textId="77777777" w:rsidR="0085747A" w:rsidRPr="009C54AE" w:rsidRDefault="00BC10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1002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85747A" w:rsidRPr="009C54AE" w14:paraId="4A518752" w14:textId="77777777" w:rsidTr="005E6E85">
        <w:tc>
          <w:tcPr>
            <w:tcW w:w="1701" w:type="dxa"/>
          </w:tcPr>
          <w:p w14:paraId="0C931F4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32457EB" w14:textId="77777777" w:rsidR="0085747A" w:rsidRPr="0087565A" w:rsidRDefault="00C26E87" w:rsidP="0087565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7977DE" w:rsidRP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osiada wiedzę na temat </w:t>
            </w:r>
            <w:r w:rsidR="007977DE" w:rsidRPr="00797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mechanizm</w:t>
            </w:r>
            <w:r w:rsidRP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</w:t>
            </w:r>
            <w:r w:rsidR="007977DE" w:rsidRPr="00797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funkcjonowania człowieka </w:t>
            </w:r>
            <w:r w:rsidR="005A77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rynku pracy</w:t>
            </w:r>
          </w:p>
        </w:tc>
        <w:tc>
          <w:tcPr>
            <w:tcW w:w="1873" w:type="dxa"/>
          </w:tcPr>
          <w:p w14:paraId="244D736B" w14:textId="77777777" w:rsidR="0085747A" w:rsidRPr="009C54AE" w:rsidRDefault="00BC10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1002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85747A" w:rsidRPr="009C54AE" w14:paraId="5C2A1E2A" w14:textId="77777777" w:rsidTr="005E6E85">
        <w:tc>
          <w:tcPr>
            <w:tcW w:w="1701" w:type="dxa"/>
          </w:tcPr>
          <w:p w14:paraId="34C12F27" w14:textId="77777777" w:rsidR="0085747A" w:rsidRPr="009C54AE" w:rsidRDefault="0085747A" w:rsidP="00BC10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C1002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23AC741" w14:textId="77777777" w:rsidR="0085747A" w:rsidRPr="0087565A" w:rsidRDefault="00C26E87" w:rsidP="0087565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797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rawidłowo interpret</w:t>
            </w:r>
            <w:r w:rsidRP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uje </w:t>
            </w:r>
            <w:r w:rsidRPr="00797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zjawiska społeczne (kulturowe, polityczne, prawne, ekonomiczne) i identyfik</w:t>
            </w:r>
            <w:r w:rsidRP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uje </w:t>
            </w:r>
            <w:r w:rsidRPr="00797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ich związek z problematyką pracy socjalnej;  prawidłowo rozróżnia zjawiska społeczne</w:t>
            </w:r>
            <w:r w:rsidRP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97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ważne dla procesów kształtujących problemy związywane z pracą socjalną</w:t>
            </w:r>
            <w:r w:rsidRP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73" w:type="dxa"/>
          </w:tcPr>
          <w:p w14:paraId="53FAEB85" w14:textId="77777777" w:rsidR="0085747A" w:rsidRPr="009C54AE" w:rsidRDefault="00BC10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100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BC1002" w:rsidRPr="009C54AE" w14:paraId="721A6A12" w14:textId="77777777" w:rsidTr="005E6E85">
        <w:tc>
          <w:tcPr>
            <w:tcW w:w="1701" w:type="dxa"/>
          </w:tcPr>
          <w:p w14:paraId="56D40AB9" w14:textId="77777777" w:rsidR="00BC1002" w:rsidRPr="009C54AE" w:rsidRDefault="00BC10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1FAC3067" w14:textId="77777777" w:rsidR="00BC1002" w:rsidRPr="0087565A" w:rsidRDefault="00C26E87" w:rsidP="0087565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ykorzyst</w:t>
            </w:r>
            <w:r w:rsidRP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uje </w:t>
            </w:r>
            <w:r w:rsidRP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teoretyczną o procesach zachodzących w społeczeństwie do szczegółowego opisu kwestii związanych z prac</w:t>
            </w:r>
            <w:r w:rsidR="005A77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 i bezrobociem</w:t>
            </w:r>
          </w:p>
        </w:tc>
        <w:tc>
          <w:tcPr>
            <w:tcW w:w="1873" w:type="dxa"/>
          </w:tcPr>
          <w:p w14:paraId="2BC9A70D" w14:textId="77777777" w:rsidR="00BC1002" w:rsidRPr="00BC1002" w:rsidRDefault="00BC10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1002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BC1002" w:rsidRPr="009C54AE" w14:paraId="5B832091" w14:textId="77777777" w:rsidTr="005E6E85">
        <w:tc>
          <w:tcPr>
            <w:tcW w:w="1701" w:type="dxa"/>
          </w:tcPr>
          <w:p w14:paraId="7A643843" w14:textId="77777777" w:rsidR="00BC1002" w:rsidRPr="009C54AE" w:rsidRDefault="00BC10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71CF48C4" w14:textId="77777777" w:rsidR="00BC1002" w:rsidRPr="0087565A" w:rsidRDefault="00C26E87" w:rsidP="0087565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</w:t>
            </w:r>
            <w:r w:rsidRP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oskonal</w:t>
            </w:r>
            <w:r w:rsidRP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 </w:t>
            </w:r>
            <w:r w:rsidRP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umiejętności w zakresie rozwoju osobistego, wyznacza kierunków własnego rozwoju</w:t>
            </w:r>
            <w:r w:rsidRP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kształcenia</w:t>
            </w:r>
            <w:r w:rsidR="0087565A" w:rsidRP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zawodowego oraz dokształcania się w sferze zawodowej</w:t>
            </w:r>
            <w:r w:rsidR="0087565A" w:rsidRP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73" w:type="dxa"/>
          </w:tcPr>
          <w:p w14:paraId="38276CBB" w14:textId="77777777" w:rsidR="00BC1002" w:rsidRPr="00BC1002" w:rsidRDefault="00BC10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1002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BC1002" w:rsidRPr="009C54AE" w14:paraId="2A807CF7" w14:textId="77777777" w:rsidTr="005E6E85">
        <w:tc>
          <w:tcPr>
            <w:tcW w:w="1701" w:type="dxa"/>
          </w:tcPr>
          <w:p w14:paraId="50854453" w14:textId="77777777" w:rsidR="00BC1002" w:rsidRPr="009C54AE" w:rsidRDefault="00BC10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14:paraId="239B0257" w14:textId="77777777" w:rsidR="00BC1002" w:rsidRPr="0087565A" w:rsidRDefault="0087565A" w:rsidP="0087565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="00C26E87" w:rsidRP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ktywn</w:t>
            </w:r>
            <w:r w:rsidRP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</w:t>
            </w:r>
            <w:r w:rsidR="00C26E87" w:rsidRP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uczestnic</w:t>
            </w:r>
            <w:r w:rsidRP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zy </w:t>
            </w:r>
            <w:r w:rsidR="00C26E87" w:rsidRP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grupach i zespołach zadaniowych; samodzieln</w:t>
            </w:r>
            <w:r w:rsidRP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</w:t>
            </w:r>
            <w:r w:rsidR="00C26E87" w:rsidRP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określa i wyznacza priorytet</w:t>
            </w:r>
            <w:r w:rsidRP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="00C26E87" w:rsidRP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działaniach zespołowych</w:t>
            </w:r>
            <w:r w:rsidRP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73" w:type="dxa"/>
          </w:tcPr>
          <w:p w14:paraId="0CB58373" w14:textId="77777777" w:rsidR="00BC1002" w:rsidRPr="00BC1002" w:rsidRDefault="00BC10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1002">
              <w:rPr>
                <w:rFonts w:ascii="Corbel" w:hAnsi="Corbel"/>
                <w:b w:val="0"/>
                <w:smallCaps w:val="0"/>
                <w:szCs w:val="24"/>
              </w:rPr>
              <w:t>K_U18</w:t>
            </w:r>
          </w:p>
        </w:tc>
      </w:tr>
    </w:tbl>
    <w:p w14:paraId="1E46CD53" w14:textId="77777777" w:rsidR="007977DE" w:rsidRDefault="007977D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D3FA878" w14:textId="77777777" w:rsidR="007977DE" w:rsidRDefault="007977D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E2EC9B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3FDBF0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89592C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DD17D46" w14:textId="77777777" w:rsidTr="00923D7D">
        <w:tc>
          <w:tcPr>
            <w:tcW w:w="9639" w:type="dxa"/>
          </w:tcPr>
          <w:p w14:paraId="2D2CE17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EAA6F76" w14:textId="77777777" w:rsidTr="00923D7D">
        <w:tc>
          <w:tcPr>
            <w:tcW w:w="9639" w:type="dxa"/>
          </w:tcPr>
          <w:p w14:paraId="58BFBC5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9809A67" w14:textId="77777777" w:rsidTr="00923D7D">
        <w:tc>
          <w:tcPr>
            <w:tcW w:w="9639" w:type="dxa"/>
          </w:tcPr>
          <w:p w14:paraId="7B82F1B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73409BF" w14:textId="77777777" w:rsidTr="00923D7D">
        <w:tc>
          <w:tcPr>
            <w:tcW w:w="9639" w:type="dxa"/>
          </w:tcPr>
          <w:p w14:paraId="05B04AD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266D6F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E511E11" w14:textId="77777777" w:rsidR="0085747A" w:rsidRPr="00E62DC1" w:rsidRDefault="0085747A" w:rsidP="00E62DC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8F9BCA6" w14:textId="77777777" w:rsidTr="00923D7D">
        <w:tc>
          <w:tcPr>
            <w:tcW w:w="9639" w:type="dxa"/>
          </w:tcPr>
          <w:p w14:paraId="48FB3A5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1DBE443" w14:textId="77777777" w:rsidTr="00923D7D">
        <w:tc>
          <w:tcPr>
            <w:tcW w:w="9639" w:type="dxa"/>
          </w:tcPr>
          <w:p w14:paraId="4FC70A1D" w14:textId="77777777" w:rsidR="0085747A" w:rsidRPr="009548FB" w:rsidRDefault="0087565A" w:rsidP="009548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Zajęcia organizacyjne (cele, literatura i zasady oceny studentów). Socjologia pracy i bezrobocia  jako subdyscypliny socjologii.</w:t>
            </w:r>
          </w:p>
        </w:tc>
      </w:tr>
      <w:tr w:rsidR="0087565A" w:rsidRPr="009C54AE" w14:paraId="5D28DD11" w14:textId="77777777" w:rsidTr="00923D7D">
        <w:tc>
          <w:tcPr>
            <w:tcW w:w="9639" w:type="dxa"/>
          </w:tcPr>
          <w:p w14:paraId="0BD09D22" w14:textId="77777777" w:rsidR="000E3FF6" w:rsidRPr="009548FB" w:rsidRDefault="0087565A" w:rsidP="000E3FF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Problematyka pracy i bezrobocia w teoriach socjologicznych oraz </w:t>
            </w:r>
            <w:r w:rsidR="005C3F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 </w:t>
            </w: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badaniach.</w:t>
            </w:r>
            <w:r w:rsidR="000E3FF6" w:rsidRPr="000E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Przyczyny bezrobocia: demograficzne, prawne, ekonomiczne, polityczne, technologiczne</w:t>
            </w:r>
            <w:r w:rsidR="000E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0E3FF6" w:rsidRPr="000E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Bezrobocie jako kwestia społeczna, następstwa społeczne zjawiska</w:t>
            </w:r>
            <w:r w:rsidR="000E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7565A" w:rsidRPr="009C54AE" w14:paraId="7071AB4C" w14:textId="77777777" w:rsidTr="00923D7D">
        <w:tc>
          <w:tcPr>
            <w:tcW w:w="9639" w:type="dxa"/>
          </w:tcPr>
          <w:p w14:paraId="03B5CC77" w14:textId="77777777" w:rsidR="0087565A" w:rsidRPr="009548FB" w:rsidRDefault="0087565A" w:rsidP="0092104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Wymiary pracy i jej wartość w życiu człowieka. </w:t>
            </w:r>
          </w:p>
        </w:tc>
      </w:tr>
      <w:tr w:rsidR="00921045" w:rsidRPr="009C54AE" w14:paraId="59E7E684" w14:textId="77777777" w:rsidTr="00923D7D">
        <w:tc>
          <w:tcPr>
            <w:tcW w:w="9639" w:type="dxa"/>
          </w:tcPr>
          <w:p w14:paraId="53C57A0B" w14:textId="77777777" w:rsidR="00921045" w:rsidRPr="009548FB" w:rsidRDefault="00921045" w:rsidP="009548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Przedsiębiorstwo jako system społeczny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7565A" w:rsidRPr="009C54AE" w14:paraId="335775B9" w14:textId="77777777" w:rsidTr="00923D7D">
        <w:tc>
          <w:tcPr>
            <w:tcW w:w="9639" w:type="dxa"/>
          </w:tcPr>
          <w:p w14:paraId="30832CB9" w14:textId="77777777" w:rsidR="0087565A" w:rsidRPr="009548FB" w:rsidRDefault="0087565A" w:rsidP="009548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</w:t>
            </w:r>
            <w:r w:rsidR="005C3F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kacja w organizacji. </w:t>
            </w:r>
          </w:p>
        </w:tc>
      </w:tr>
      <w:tr w:rsidR="0087565A" w:rsidRPr="009C54AE" w14:paraId="272BEA41" w14:textId="77777777" w:rsidTr="00923D7D">
        <w:tc>
          <w:tcPr>
            <w:tcW w:w="9639" w:type="dxa"/>
          </w:tcPr>
          <w:p w14:paraId="3D4BFCBE" w14:textId="77777777" w:rsidR="0087565A" w:rsidRPr="009548FB" w:rsidRDefault="0087565A" w:rsidP="009548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Społeczność zakładu pracy i stosunki pracy.</w:t>
            </w:r>
          </w:p>
        </w:tc>
      </w:tr>
      <w:tr w:rsidR="0087565A" w:rsidRPr="009C54AE" w14:paraId="0C8190C7" w14:textId="77777777" w:rsidTr="00923D7D">
        <w:tc>
          <w:tcPr>
            <w:tcW w:w="9639" w:type="dxa"/>
          </w:tcPr>
          <w:p w14:paraId="5AC6824C" w14:textId="77777777" w:rsidR="0087565A" w:rsidRPr="009548FB" w:rsidRDefault="0087565A" w:rsidP="009548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Kultura organizacyjna. Organizacja pracy</w:t>
            </w:r>
            <w:r w:rsidR="005C3F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Etyka zawodowa.</w:t>
            </w:r>
          </w:p>
        </w:tc>
      </w:tr>
      <w:tr w:rsidR="0087565A" w:rsidRPr="009C54AE" w14:paraId="33700C36" w14:textId="77777777" w:rsidTr="00923D7D">
        <w:tc>
          <w:tcPr>
            <w:tcW w:w="9639" w:type="dxa"/>
          </w:tcPr>
          <w:p w14:paraId="619BDCBC" w14:textId="77777777" w:rsidR="0087565A" w:rsidRPr="009548FB" w:rsidRDefault="0087565A" w:rsidP="009548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Kierowanie zespołem. Współpraca i dezintegracja w zespole</w:t>
            </w:r>
            <w:r w:rsidR="005C3F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9548FB" w:rsidRPr="009C54AE" w14:paraId="1D52734F" w14:textId="77777777" w:rsidTr="00923D7D">
        <w:tc>
          <w:tcPr>
            <w:tcW w:w="9639" w:type="dxa"/>
          </w:tcPr>
          <w:p w14:paraId="6C914D61" w14:textId="77777777" w:rsidR="009548FB" w:rsidRPr="009548FB" w:rsidRDefault="009548FB" w:rsidP="009548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Mobbing</w:t>
            </w:r>
            <w:proofErr w:type="spellEnd"/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dyskryminacja.</w:t>
            </w:r>
          </w:p>
        </w:tc>
      </w:tr>
      <w:tr w:rsidR="009548FB" w:rsidRPr="009C54AE" w14:paraId="49ACB68E" w14:textId="77777777" w:rsidTr="00923D7D">
        <w:tc>
          <w:tcPr>
            <w:tcW w:w="9639" w:type="dxa"/>
          </w:tcPr>
          <w:p w14:paraId="7F1E54EB" w14:textId="77777777" w:rsidR="009548FB" w:rsidRPr="009548FB" w:rsidRDefault="009548FB" w:rsidP="009548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Pracownicy a zmiany w organizacji. Organizacja XXI wieku: działalność i rozwój pod wpływem współczesnych procesów integracji i globalizacji</w:t>
            </w:r>
            <w:r w:rsidR="005C3F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5C3F23" w:rsidRPr="009C54AE" w14:paraId="2A2EA39E" w14:textId="77777777" w:rsidTr="00923D7D">
        <w:tc>
          <w:tcPr>
            <w:tcW w:w="9639" w:type="dxa"/>
          </w:tcPr>
          <w:p w14:paraId="01E430BE" w14:textId="77777777" w:rsidR="005C3F23" w:rsidRPr="009548FB" w:rsidRDefault="005C3F23" w:rsidP="009548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Awans, kariera i sukces.</w:t>
            </w:r>
          </w:p>
        </w:tc>
      </w:tr>
      <w:tr w:rsidR="00A0701A" w:rsidRPr="009C54AE" w14:paraId="0D994FFE" w14:textId="77777777" w:rsidTr="00923D7D">
        <w:tc>
          <w:tcPr>
            <w:tcW w:w="9639" w:type="dxa"/>
          </w:tcPr>
          <w:p w14:paraId="5A47BFE3" w14:textId="77777777" w:rsidR="00A0701A" w:rsidRDefault="00A0701A" w:rsidP="009548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 samym sobą.</w:t>
            </w:r>
          </w:p>
        </w:tc>
      </w:tr>
      <w:tr w:rsidR="0087565A" w:rsidRPr="009C54AE" w14:paraId="557A7BAF" w14:textId="77777777" w:rsidTr="00923D7D">
        <w:tc>
          <w:tcPr>
            <w:tcW w:w="9639" w:type="dxa"/>
          </w:tcPr>
          <w:p w14:paraId="4D9E85A9" w14:textId="77777777" w:rsidR="0087565A" w:rsidRPr="009548FB" w:rsidRDefault="009548FB" w:rsidP="009548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Rynek pracy – zachowania i oczekiwania pracodawców i pracowników.</w:t>
            </w:r>
          </w:p>
        </w:tc>
      </w:tr>
      <w:tr w:rsidR="0087565A" w:rsidRPr="009C54AE" w14:paraId="179DE5B4" w14:textId="77777777" w:rsidTr="00923D7D">
        <w:tc>
          <w:tcPr>
            <w:tcW w:w="9639" w:type="dxa"/>
          </w:tcPr>
          <w:p w14:paraId="56E7D9DD" w14:textId="77777777" w:rsidR="0087565A" w:rsidRPr="009548FB" w:rsidRDefault="009548FB" w:rsidP="009548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Polski rynek pracy w okresie przemian systemowych po 1990 r. Instytucje rynku pracy i programy przeciwdziałania bezrobociu i wykluczeniu społecznemu realizowane przez publiczne służby zatrudnienia</w:t>
            </w:r>
          </w:p>
        </w:tc>
      </w:tr>
      <w:tr w:rsidR="0087565A" w:rsidRPr="009C54AE" w14:paraId="5642E723" w14:textId="77777777" w:rsidTr="00923D7D">
        <w:tc>
          <w:tcPr>
            <w:tcW w:w="9639" w:type="dxa"/>
          </w:tcPr>
          <w:p w14:paraId="1F81EBE1" w14:textId="77777777" w:rsidR="0087565A" w:rsidRPr="009548FB" w:rsidRDefault="009548FB" w:rsidP="009548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Polityki horyzontalne UE. Równość szans kobiet i mężczyzn oraz swoboda przepływu osób na rynku pracy UE.</w:t>
            </w:r>
          </w:p>
        </w:tc>
      </w:tr>
      <w:tr w:rsidR="0087565A" w:rsidRPr="009C54AE" w14:paraId="17C496DB" w14:textId="77777777" w:rsidTr="00923D7D">
        <w:tc>
          <w:tcPr>
            <w:tcW w:w="9639" w:type="dxa"/>
          </w:tcPr>
          <w:p w14:paraId="5FA9FFBB" w14:textId="77777777" w:rsidR="0087565A" w:rsidRPr="009548FB" w:rsidRDefault="009548FB" w:rsidP="009548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Migracja zarobkowa</w:t>
            </w:r>
            <w:r w:rsidR="005C3F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6BDC14F1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1C430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8446FE2" w14:textId="77777777" w:rsidR="0085747A" w:rsidRPr="009C54AE" w:rsidRDefault="009548F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Konwersatorium: wykład z prezentacją multimedialną, analiza tekstów z dyskusją, praca w grupach (dyskusja).</w:t>
      </w:r>
    </w:p>
    <w:p w14:paraId="5485132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3DC30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C6E911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C0309D" w14:textId="77777777" w:rsidR="0085747A" w:rsidRPr="00E62DC1" w:rsidRDefault="0085747A" w:rsidP="00E62DC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020A0A6" w14:textId="77777777" w:rsidTr="00C05F44">
        <w:tc>
          <w:tcPr>
            <w:tcW w:w="1985" w:type="dxa"/>
            <w:vAlign w:val="center"/>
          </w:tcPr>
          <w:p w14:paraId="7015BF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D4ED1D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D47AC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976BFB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A5BBC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0817F8A6" w14:textId="77777777" w:rsidTr="00C05F44">
        <w:tc>
          <w:tcPr>
            <w:tcW w:w="1985" w:type="dxa"/>
          </w:tcPr>
          <w:p w14:paraId="6EBFC95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E9CAC15" w14:textId="77777777" w:rsidR="0085747A" w:rsidRPr="005A775E" w:rsidRDefault="009548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A775E">
              <w:rPr>
                <w:rFonts w:ascii="Corbel" w:hAnsi="Corbel"/>
                <w:b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6B827D90" w14:textId="77777777" w:rsidR="0085747A" w:rsidRPr="009C54AE" w:rsidRDefault="009548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14:paraId="0D2C54E3" w14:textId="77777777" w:rsidTr="00C05F44">
        <w:tc>
          <w:tcPr>
            <w:tcW w:w="1985" w:type="dxa"/>
          </w:tcPr>
          <w:p w14:paraId="1AAAAB2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075EA5D" w14:textId="77777777" w:rsidR="0085747A" w:rsidRPr="009C54AE" w:rsidRDefault="009548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6ACC5C7" w14:textId="77777777" w:rsidR="0085747A" w:rsidRPr="009C54AE" w:rsidRDefault="009548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9548FB" w:rsidRPr="009C54AE" w14:paraId="487B552B" w14:textId="77777777" w:rsidTr="00C05F44">
        <w:tc>
          <w:tcPr>
            <w:tcW w:w="1985" w:type="dxa"/>
          </w:tcPr>
          <w:p w14:paraId="78C14A06" w14:textId="77777777" w:rsidR="009548FB" w:rsidRPr="009C54AE" w:rsidRDefault="009548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2A41C5E9" w14:textId="77777777" w:rsidR="009548FB" w:rsidRPr="009C54AE" w:rsidRDefault="009548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8524DB1" w14:textId="77777777" w:rsidR="009548FB" w:rsidRPr="009C54AE" w:rsidRDefault="009548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9548FB" w:rsidRPr="009C54AE" w14:paraId="2518FA89" w14:textId="77777777" w:rsidTr="00C05F44">
        <w:tc>
          <w:tcPr>
            <w:tcW w:w="1985" w:type="dxa"/>
          </w:tcPr>
          <w:p w14:paraId="3E7F329B" w14:textId="77777777" w:rsidR="009548FB" w:rsidRPr="009C54AE" w:rsidRDefault="009548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30C531F0" w14:textId="77777777" w:rsidR="009548FB" w:rsidRPr="009C54AE" w:rsidRDefault="009548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8197E8F" w14:textId="77777777" w:rsidR="009548FB" w:rsidRPr="009C54AE" w:rsidRDefault="009548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9548FB" w:rsidRPr="009C54AE" w14:paraId="651CA0DA" w14:textId="77777777" w:rsidTr="00C05F44">
        <w:tc>
          <w:tcPr>
            <w:tcW w:w="1985" w:type="dxa"/>
          </w:tcPr>
          <w:p w14:paraId="4A50114B" w14:textId="77777777" w:rsidR="009548FB" w:rsidRPr="009C54AE" w:rsidRDefault="009548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7CB43492" w14:textId="77777777" w:rsidR="009548FB" w:rsidRPr="009C54AE" w:rsidRDefault="009548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851CC70" w14:textId="77777777" w:rsidR="009548FB" w:rsidRPr="009C54AE" w:rsidRDefault="009548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9548FB" w:rsidRPr="009C54AE" w14:paraId="390705CB" w14:textId="77777777" w:rsidTr="00C05F44">
        <w:tc>
          <w:tcPr>
            <w:tcW w:w="1985" w:type="dxa"/>
          </w:tcPr>
          <w:p w14:paraId="1653C5EE" w14:textId="77777777" w:rsidR="009548FB" w:rsidRPr="009C54AE" w:rsidRDefault="009548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26DD032B" w14:textId="77777777" w:rsidR="009548FB" w:rsidRPr="009C54AE" w:rsidRDefault="009548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7CF5BF2" w14:textId="77777777" w:rsidR="009548FB" w:rsidRPr="009C54AE" w:rsidRDefault="009548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5D75FD0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79164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A57F9E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A543855" w14:textId="77777777" w:rsidTr="00923D7D">
        <w:tc>
          <w:tcPr>
            <w:tcW w:w="9670" w:type="dxa"/>
          </w:tcPr>
          <w:p w14:paraId="2C1C0763" w14:textId="77777777" w:rsidR="0085747A" w:rsidRPr="009C54AE" w:rsidRDefault="00B410DC" w:rsidP="00B410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na podstawie aktywności na zajęciach i  w 60 proc. ocena z kolokwium.</w:t>
            </w:r>
          </w:p>
        </w:tc>
      </w:tr>
    </w:tbl>
    <w:p w14:paraId="1C01E6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FF283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AB6FA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52D6144" w14:textId="77777777" w:rsidTr="003E1941">
        <w:tc>
          <w:tcPr>
            <w:tcW w:w="4962" w:type="dxa"/>
            <w:vAlign w:val="center"/>
          </w:tcPr>
          <w:p w14:paraId="68C56FB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95B0DC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C2DFF92" w14:textId="77777777" w:rsidTr="00923D7D">
        <w:tc>
          <w:tcPr>
            <w:tcW w:w="4962" w:type="dxa"/>
          </w:tcPr>
          <w:p w14:paraId="28F947D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E45F0A6" w14:textId="77777777" w:rsidR="0085747A" w:rsidRPr="009C54AE" w:rsidRDefault="005C3F2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52245A5" w14:textId="77777777" w:rsidTr="00923D7D">
        <w:tc>
          <w:tcPr>
            <w:tcW w:w="4962" w:type="dxa"/>
          </w:tcPr>
          <w:p w14:paraId="6BB27A3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906E18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806BA34" w14:textId="77777777" w:rsidR="00C61DC5" w:rsidRPr="009C54AE" w:rsidRDefault="005C3F2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92FA4CD" w14:textId="77777777" w:rsidTr="00923D7D">
        <w:tc>
          <w:tcPr>
            <w:tcW w:w="4962" w:type="dxa"/>
          </w:tcPr>
          <w:p w14:paraId="5ED67BD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55AE4F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B0DBD9A" w14:textId="77777777" w:rsidR="00C61DC5" w:rsidRPr="009C54AE" w:rsidRDefault="005C3F2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2ADE9F3A" w14:textId="77777777" w:rsidTr="00923D7D">
        <w:tc>
          <w:tcPr>
            <w:tcW w:w="4962" w:type="dxa"/>
          </w:tcPr>
          <w:p w14:paraId="03D1F6A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8F06EFD" w14:textId="77777777" w:rsidR="0085747A" w:rsidRPr="009C54AE" w:rsidRDefault="005C3F2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75DF492" w14:textId="77777777" w:rsidTr="00923D7D">
        <w:tc>
          <w:tcPr>
            <w:tcW w:w="4962" w:type="dxa"/>
          </w:tcPr>
          <w:p w14:paraId="398F3A3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6B8B754" w14:textId="77777777" w:rsidR="0085747A" w:rsidRPr="009C54AE" w:rsidRDefault="005C3F2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7C63D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10E66E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8D755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DDA8B6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08A7482" w14:textId="77777777" w:rsidTr="0071620A">
        <w:trPr>
          <w:trHeight w:val="397"/>
        </w:trPr>
        <w:tc>
          <w:tcPr>
            <w:tcW w:w="3544" w:type="dxa"/>
          </w:tcPr>
          <w:p w14:paraId="7421DD3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318364" w14:textId="77777777" w:rsidR="0085747A" w:rsidRPr="009C54AE" w:rsidRDefault="00322E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4FD2A94F" w14:textId="77777777" w:rsidTr="0071620A">
        <w:trPr>
          <w:trHeight w:val="397"/>
        </w:trPr>
        <w:tc>
          <w:tcPr>
            <w:tcW w:w="3544" w:type="dxa"/>
          </w:tcPr>
          <w:p w14:paraId="6AA48F9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6268BEC" w14:textId="77777777" w:rsidR="0085747A" w:rsidRPr="009C54AE" w:rsidRDefault="00322E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5FB62DF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0E36A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B53309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169CA3F" w14:textId="77777777" w:rsidTr="00E62DC1">
        <w:trPr>
          <w:trHeight w:val="397"/>
        </w:trPr>
        <w:tc>
          <w:tcPr>
            <w:tcW w:w="9639" w:type="dxa"/>
          </w:tcPr>
          <w:p w14:paraId="617B997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DBB8C86" w14:textId="36F20AFF" w:rsidR="005C3F23" w:rsidRPr="00A600F5" w:rsidRDefault="005C3F23" w:rsidP="00A600F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Januszek H., Sikora J.</w:t>
            </w:r>
            <w:r w:rsidR="00C12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(1998).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pracy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</w:t>
            </w:r>
            <w:r w:rsidR="00C12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F0ADB26" w14:textId="294AD85C" w:rsidR="005C3F23" w:rsidRPr="00A600F5" w:rsidRDefault="005C3F23" w:rsidP="00A600F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Kamińska S.</w:t>
            </w:r>
            <w:r w:rsidR="00C12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(2002).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 w zakładzie pracy. Nowe wyzwania i perspektywy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</w:t>
            </w:r>
            <w:r w:rsidR="00C12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E864547" w14:textId="02338F67" w:rsidR="005C3F23" w:rsidRPr="00A600F5" w:rsidRDefault="005C3F23" w:rsidP="00A600F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Drucker P.F.</w:t>
            </w:r>
            <w:r w:rsidR="00C12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(1999).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</w:t>
            </w:r>
            <w:r w:rsidR="00B4786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XXI wieku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 Warszawa</w:t>
            </w:r>
            <w:r w:rsidR="00C12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01C9406" w14:textId="1601C827" w:rsidR="005C3F23" w:rsidRPr="00A600F5" w:rsidRDefault="005C3F23" w:rsidP="00A600F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Aniszewska G. (red.)</w:t>
            </w:r>
            <w:r w:rsidR="00C12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(2007).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organizacyjna w zarządzaniu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  <w:r w:rsidR="00C12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367A536" w14:textId="1FD06E24" w:rsidR="005C3F23" w:rsidRPr="00A600F5" w:rsidRDefault="005C3F23" w:rsidP="00A600F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Beck U.</w:t>
            </w:r>
            <w:r w:rsidR="00C12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(2002).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Społeczeństwo ryzyka. W drodze do inne</w:t>
            </w:r>
            <w:r w:rsidR="00890035"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 nowoczesności</w:t>
            </w:r>
            <w:r w:rsid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  <w:r w:rsidR="00C12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A39EC32" w14:textId="2D2C1DE3" w:rsidR="005C3F23" w:rsidRPr="00A600F5" w:rsidRDefault="005C3F23" w:rsidP="00A600F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Cieślik J. </w:t>
            </w:r>
            <w:r w:rsidR="00C12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(2006).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Przedsiębiorczość dla ambitnych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</w:t>
            </w:r>
            <w:r w:rsidR="00C12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B27235E" w14:textId="298DD355" w:rsidR="005C3F23" w:rsidRPr="00A600F5" w:rsidRDefault="005C3F23" w:rsidP="00A600F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Kostera M.</w:t>
            </w:r>
            <w:r w:rsidR="00C12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(2007).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organizacji. Badania etnograficzne polskich firm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</w:t>
            </w:r>
            <w:r w:rsidR="00C12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7848186" w14:textId="48D2A77E" w:rsidR="00A600F5" w:rsidRPr="009C54AE" w:rsidRDefault="00A600F5" w:rsidP="0089003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Blikle A.J.</w:t>
            </w:r>
            <w:r w:rsidR="00C12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(2018). 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Rzecz o turkusowej organizacji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II., Warszawa</w:t>
            </w:r>
            <w:r w:rsidR="00C12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C12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="00890035" w:rsidRP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Borkowski T., Marcinkowski A., (red.) </w:t>
            </w:r>
            <w:r w:rsidR="00C12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(1999). </w:t>
            </w:r>
            <w:r w:rsidR="00890035"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bezrobocia</w:t>
            </w:r>
            <w:r w:rsidR="00890035" w:rsidRP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1999.</w:t>
            </w:r>
          </w:p>
        </w:tc>
      </w:tr>
      <w:tr w:rsidR="0085747A" w:rsidRPr="009C54AE" w14:paraId="642D2695" w14:textId="77777777" w:rsidTr="00E62DC1">
        <w:trPr>
          <w:trHeight w:val="397"/>
        </w:trPr>
        <w:tc>
          <w:tcPr>
            <w:tcW w:w="9639" w:type="dxa"/>
          </w:tcPr>
          <w:p w14:paraId="1280A13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19B8754" w14:textId="77777777" w:rsidR="00C12D15" w:rsidRDefault="00807860" w:rsidP="00C12D15">
            <w:pPr>
              <w:pStyle w:val="Punktygwne"/>
              <w:spacing w:before="40" w:after="40"/>
              <w:ind w:left="601" w:hanging="56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Balcerzak-Paradowska B. (red.)</w:t>
            </w:r>
            <w:r w:rsidR="00C12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(2013).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i polityka społeczna – współczesne tendencje i wyzwania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</w:t>
            </w:r>
            <w:r w:rsidR="00C12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2811850" w14:textId="77777777" w:rsidR="00C12D15" w:rsidRDefault="00807860" w:rsidP="00C12D15">
            <w:pPr>
              <w:pStyle w:val="Punktygwne"/>
              <w:spacing w:before="40" w:after="40"/>
              <w:ind w:left="601" w:hanging="56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Bauman Z.</w:t>
            </w:r>
            <w:r w:rsidR="00C12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(2006).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Praca, konsumpcjonizm i nowi ubodzy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</w:t>
            </w:r>
            <w:r w:rsidR="00C12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proofErr w:type="spellEnd"/>
          </w:p>
          <w:p w14:paraId="5307AC15" w14:textId="08341E75" w:rsidR="00807860" w:rsidRPr="00A600F5" w:rsidRDefault="00807860" w:rsidP="00C12D15">
            <w:pPr>
              <w:pStyle w:val="Punktygwne"/>
              <w:spacing w:before="40" w:after="40"/>
              <w:ind w:left="601" w:hanging="56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12D15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Bednarski</w:t>
            </w:r>
            <w:proofErr w:type="spellEnd"/>
            <w:r w:rsidRPr="00C12D15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M., </w:t>
            </w:r>
            <w:proofErr w:type="spellStart"/>
            <w:r w:rsidRPr="00C12D15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Frieske</w:t>
            </w:r>
            <w:proofErr w:type="spellEnd"/>
            <w:r w:rsidRPr="00C12D15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K. (red.)</w:t>
            </w:r>
            <w:r w:rsidR="00C12D15" w:rsidRPr="00C12D15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="00C12D15" w:rsidRPr="00C12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(2012).</w:t>
            </w:r>
            <w:r w:rsidRPr="00C12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Zatrudnienie na czas określony w polskiej gospodarce. Społeczne i ekonomiczne konsekwencje zjawiska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  <w:r w:rsidR="00C12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8617998" w14:textId="4BAA4107" w:rsidR="00807860" w:rsidRPr="00A600F5" w:rsidRDefault="00807860" w:rsidP="00A600F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Gałkowski J.W.</w:t>
            </w:r>
            <w:r w:rsidR="00C12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(2004).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Ziemski los człowieka. Jana Pawła II myśl o pracy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</w:t>
            </w:r>
            <w:r w:rsidR="00C12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E829F7F" w14:textId="4FE76102" w:rsidR="00807860" w:rsidRPr="00A600F5" w:rsidRDefault="00807860" w:rsidP="00A600F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Giddens A</w:t>
            </w:r>
            <w:r w:rsidR="00C12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(2004).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2004, s. 79-80, 366-441.</w:t>
            </w:r>
          </w:p>
          <w:p w14:paraId="78750638" w14:textId="77777777" w:rsidR="00C12D15" w:rsidRDefault="00807860" w:rsidP="00C12D15">
            <w:pPr>
              <w:pStyle w:val="Punktygwne"/>
              <w:spacing w:before="40" w:after="4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Jezior J.</w:t>
            </w:r>
            <w:r w:rsidR="00C12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(2005).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Wartość pracy. Studium socjologiczne na podstawie badań w regionie środkowowschodniej Polski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2005, s.24-76</w:t>
            </w:r>
            <w:r w:rsid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1D2D105" w14:textId="77777777" w:rsidR="00C12D15" w:rsidRDefault="00807860" w:rsidP="00C12D15">
            <w:pPr>
              <w:pStyle w:val="Punktygwne"/>
              <w:spacing w:before="40" w:after="4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Liszcz T.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pracy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LexisNexis</w:t>
            </w:r>
            <w:proofErr w:type="spellEnd"/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najnowsze wydanie.</w:t>
            </w:r>
          </w:p>
          <w:p w14:paraId="4135F42A" w14:textId="77777777" w:rsidR="00C12D15" w:rsidRDefault="00807860" w:rsidP="00C12D15">
            <w:pPr>
              <w:pStyle w:val="Punktygwne"/>
              <w:spacing w:before="40" w:after="4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Marody</w:t>
            </w:r>
            <w:proofErr w:type="spellEnd"/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N., A.</w:t>
            </w:r>
            <w:r w:rsid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Giza-</w:t>
            </w:r>
            <w:proofErr w:type="spellStart"/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Poleszczuk</w:t>
            </w:r>
            <w:proofErr w:type="spellEnd"/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Przemiany więzi społecznych. Zarys teorii zmiany społeczne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j, </w:t>
            </w:r>
            <w:proofErr w:type="spellStart"/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</w:t>
            </w:r>
            <w:proofErr w:type="spellEnd"/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7 Przemiany pracy, s. 217-257.</w:t>
            </w:r>
          </w:p>
          <w:p w14:paraId="69C71E5F" w14:textId="77777777" w:rsidR="00C12D15" w:rsidRDefault="00807860" w:rsidP="00C12D15">
            <w:pPr>
              <w:pStyle w:val="Punktygwne"/>
              <w:spacing w:before="40" w:after="4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Mazurek F.J</w:t>
            </w:r>
            <w:r w:rsidR="00C12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(2001).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Godność osoby ludzkiej podstawą praw człowieka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Lublin, s. 336-355.</w:t>
            </w:r>
          </w:p>
          <w:p w14:paraId="2913ABE3" w14:textId="77777777" w:rsidR="00C12D15" w:rsidRDefault="00807860" w:rsidP="00C12D15">
            <w:pPr>
              <w:pStyle w:val="Punktygwne"/>
              <w:spacing w:before="40" w:after="4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Morawski W.,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Globalizacja i praca. Kontekstowa analiza świata pracy</w:t>
            </w:r>
            <w:r w:rsid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w:</w:t>
            </w:r>
            <w:r w:rsid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]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Przyszłość pracy w XXI wieku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(red.) S. Borkowska,  Warszawa 2004, s.15-35. </w:t>
            </w:r>
          </w:p>
          <w:p w14:paraId="67B787A2" w14:textId="77777777" w:rsidR="00C12D15" w:rsidRDefault="00807860" w:rsidP="00C12D15">
            <w:pPr>
              <w:pStyle w:val="Punktygwne"/>
              <w:spacing w:before="40" w:after="4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Mączyńska E.</w:t>
            </w:r>
            <w:r w:rsidR="00C12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(2004).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Deficyt pracy w cywilizacji wiedzy i niepewności</w:t>
            </w:r>
            <w:r w:rsid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w:</w:t>
            </w:r>
            <w:r w:rsid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]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Człowiek a rynek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t.2 (red.) S. Partycki, Lublin, s.388-401. </w:t>
            </w:r>
          </w:p>
          <w:p w14:paraId="325D7657" w14:textId="77777777" w:rsidR="00C12D15" w:rsidRDefault="00807860" w:rsidP="00C12D15">
            <w:pPr>
              <w:pStyle w:val="Punktygwne"/>
              <w:spacing w:before="40" w:after="4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Luty-Michalak</w:t>
            </w:r>
            <w:r w:rsidR="00C12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(2008).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Negocjacje jako metoda rozwiązywania konfliktów o charakterze wertykalnym w przedsiębiorstwach</w:t>
            </w:r>
            <w:r w:rsid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w:</w:t>
            </w:r>
            <w:r w:rsid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]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432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Społeczeństwo polskie w procesie zmian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(red.), U. </w:t>
            </w:r>
            <w:proofErr w:type="spellStart"/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Bejma</w:t>
            </w:r>
            <w:proofErr w:type="spellEnd"/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Warszawa, s. 89-107</w:t>
            </w:r>
            <w:r w:rsid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04C9546" w14:textId="77777777" w:rsidR="00C12D15" w:rsidRDefault="00807860" w:rsidP="00C12D15">
            <w:pPr>
              <w:pStyle w:val="Punktygwne"/>
              <w:spacing w:before="40" w:after="4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Nogalski B., Czubasiewicz H.</w:t>
            </w:r>
            <w:r w:rsidR="00C12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(2004).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Rola kierowników w procesie pozyskiwania i rozwoju pracowników w przedsiębiorstwie XXI wieku</w:t>
            </w:r>
            <w:r w:rsid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w:</w:t>
            </w:r>
            <w:r w:rsid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]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Przyszłość pracy w XXI wieku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(red.) S. Borkowska, Warszawa, s.200-210. </w:t>
            </w:r>
          </w:p>
          <w:p w14:paraId="644067E5" w14:textId="77777777" w:rsidR="00C12D15" w:rsidRDefault="00C12D15" w:rsidP="00C12D15">
            <w:pPr>
              <w:pStyle w:val="Punktygwne"/>
              <w:spacing w:before="40" w:after="4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="00890035"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arm</w:t>
            </w:r>
            <w:r w:rsid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890035"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łowicz W</w:t>
            </w:r>
            <w:r w:rsid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(2011).</w:t>
            </w:r>
            <w:r w:rsid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07860"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Rynek pracy a koniunktura gospodarcza</w:t>
            </w:r>
            <w:r w:rsid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07860"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Poznań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CE64F81" w14:textId="73D24225" w:rsidR="00890035" w:rsidRPr="00890035" w:rsidRDefault="00890035" w:rsidP="00C12D15">
            <w:pPr>
              <w:pStyle w:val="Punktygwne"/>
              <w:spacing w:before="40" w:after="4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Palska</w:t>
            </w:r>
            <w:proofErr w:type="spellEnd"/>
            <w:r w:rsidRP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</w:t>
            </w:r>
            <w:r w:rsidR="00C12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(2002).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Bieda i dostatek. O nowych stylach życia w Polsce końca lat dziewięćdziesiątych</w:t>
            </w:r>
            <w:r w:rsidRP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  <w:r w:rsidR="00C12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A84D005" w14:textId="1A898CA2" w:rsidR="00807860" w:rsidRPr="009C54AE" w:rsidRDefault="00890035" w:rsidP="00890035">
            <w:pPr>
              <w:pStyle w:val="Punktygwne"/>
              <w:spacing w:before="40" w:after="4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Firlit-Fesnak</w:t>
            </w:r>
            <w:proofErr w:type="spellEnd"/>
            <w:r w:rsidRP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G., </w:t>
            </w:r>
            <w:proofErr w:type="spellStart"/>
            <w:r w:rsidRP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Szylko</w:t>
            </w:r>
            <w:proofErr w:type="spellEnd"/>
            <w:r w:rsidRP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-Skoczny M., (red.)</w:t>
            </w:r>
            <w:r w:rsidR="00C12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(2009). </w:t>
            </w:r>
            <w:r w:rsidRP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432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 społeczna</w:t>
            </w:r>
            <w:r w:rsidRP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  <w:r w:rsidR="00C12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32E090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1C544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1BA75" w14:textId="77777777" w:rsidR="000E7F0C" w:rsidRDefault="000E7F0C" w:rsidP="00C16ABF">
      <w:pPr>
        <w:spacing w:after="0" w:line="240" w:lineRule="auto"/>
      </w:pPr>
      <w:r>
        <w:separator/>
      </w:r>
    </w:p>
  </w:endnote>
  <w:endnote w:type="continuationSeparator" w:id="0">
    <w:p w14:paraId="4B4317AC" w14:textId="77777777" w:rsidR="000E7F0C" w:rsidRDefault="000E7F0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364C7" w14:textId="77777777" w:rsidR="000E7F0C" w:rsidRDefault="000E7F0C" w:rsidP="00C16ABF">
      <w:pPr>
        <w:spacing w:after="0" w:line="240" w:lineRule="auto"/>
      </w:pPr>
      <w:r>
        <w:separator/>
      </w:r>
    </w:p>
  </w:footnote>
  <w:footnote w:type="continuationSeparator" w:id="0">
    <w:p w14:paraId="3CB120F9" w14:textId="77777777" w:rsidR="000E7F0C" w:rsidRDefault="000E7F0C" w:rsidP="00C16ABF">
      <w:pPr>
        <w:spacing w:after="0" w:line="240" w:lineRule="auto"/>
      </w:pPr>
      <w:r>
        <w:continuationSeparator/>
      </w:r>
    </w:p>
  </w:footnote>
  <w:footnote w:id="1">
    <w:p w14:paraId="734A968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040A"/>
    <w:rsid w:val="00042A51"/>
    <w:rsid w:val="00042D2E"/>
    <w:rsid w:val="00043CA9"/>
    <w:rsid w:val="00044C82"/>
    <w:rsid w:val="00070ED6"/>
    <w:rsid w:val="0007329A"/>
    <w:rsid w:val="000742DC"/>
    <w:rsid w:val="0008103A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FF6"/>
    <w:rsid w:val="000E7F0C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7514"/>
    <w:rsid w:val="001A70D2"/>
    <w:rsid w:val="001D657B"/>
    <w:rsid w:val="001D7B54"/>
    <w:rsid w:val="001E0209"/>
    <w:rsid w:val="001F2CA2"/>
    <w:rsid w:val="0020728C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094"/>
    <w:rsid w:val="002F4ABE"/>
    <w:rsid w:val="003018BA"/>
    <w:rsid w:val="0030395F"/>
    <w:rsid w:val="00305C92"/>
    <w:rsid w:val="003151C5"/>
    <w:rsid w:val="00322E60"/>
    <w:rsid w:val="003343CF"/>
    <w:rsid w:val="00346FE9"/>
    <w:rsid w:val="0034759A"/>
    <w:rsid w:val="003503F6"/>
    <w:rsid w:val="003530DD"/>
    <w:rsid w:val="00363F78"/>
    <w:rsid w:val="00394D87"/>
    <w:rsid w:val="003A0A5B"/>
    <w:rsid w:val="003A1176"/>
    <w:rsid w:val="003C0BAE"/>
    <w:rsid w:val="003C17D5"/>
    <w:rsid w:val="003D18A9"/>
    <w:rsid w:val="003D6CE2"/>
    <w:rsid w:val="003E1941"/>
    <w:rsid w:val="003E2FE6"/>
    <w:rsid w:val="003E49D5"/>
    <w:rsid w:val="003F205D"/>
    <w:rsid w:val="003F38C0"/>
    <w:rsid w:val="0040666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48FF"/>
    <w:rsid w:val="0047598D"/>
    <w:rsid w:val="004840FD"/>
    <w:rsid w:val="00485FF3"/>
    <w:rsid w:val="00490F7D"/>
    <w:rsid w:val="00491678"/>
    <w:rsid w:val="00494DB6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0F06"/>
    <w:rsid w:val="00543ACC"/>
    <w:rsid w:val="0056696D"/>
    <w:rsid w:val="0059484D"/>
    <w:rsid w:val="005A0855"/>
    <w:rsid w:val="005A3196"/>
    <w:rsid w:val="005A775E"/>
    <w:rsid w:val="005B4B4C"/>
    <w:rsid w:val="005C080F"/>
    <w:rsid w:val="005C3F23"/>
    <w:rsid w:val="005C55E5"/>
    <w:rsid w:val="005C696A"/>
    <w:rsid w:val="005E6E85"/>
    <w:rsid w:val="005F31D2"/>
    <w:rsid w:val="0061029B"/>
    <w:rsid w:val="00617230"/>
    <w:rsid w:val="00621B73"/>
    <w:rsid w:val="00621CE1"/>
    <w:rsid w:val="00627FC9"/>
    <w:rsid w:val="00630E71"/>
    <w:rsid w:val="00631E6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16ED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77DE"/>
    <w:rsid w:val="007A4022"/>
    <w:rsid w:val="007A6E6E"/>
    <w:rsid w:val="007C3299"/>
    <w:rsid w:val="007C3BCC"/>
    <w:rsid w:val="007C4546"/>
    <w:rsid w:val="007D6E56"/>
    <w:rsid w:val="007F4155"/>
    <w:rsid w:val="00807860"/>
    <w:rsid w:val="0081554D"/>
    <w:rsid w:val="0081707E"/>
    <w:rsid w:val="00834CE3"/>
    <w:rsid w:val="0084326F"/>
    <w:rsid w:val="008449B3"/>
    <w:rsid w:val="00853CC3"/>
    <w:rsid w:val="008552A2"/>
    <w:rsid w:val="0085747A"/>
    <w:rsid w:val="0087565A"/>
    <w:rsid w:val="00884922"/>
    <w:rsid w:val="00885F64"/>
    <w:rsid w:val="00890035"/>
    <w:rsid w:val="008917F9"/>
    <w:rsid w:val="008A45F7"/>
    <w:rsid w:val="008A76B7"/>
    <w:rsid w:val="008C0CC0"/>
    <w:rsid w:val="008C19A9"/>
    <w:rsid w:val="008C379D"/>
    <w:rsid w:val="008C5147"/>
    <w:rsid w:val="008C5359"/>
    <w:rsid w:val="008C5363"/>
    <w:rsid w:val="008D3DFB"/>
    <w:rsid w:val="008E0D17"/>
    <w:rsid w:val="008E64F4"/>
    <w:rsid w:val="008F12C9"/>
    <w:rsid w:val="008F6E29"/>
    <w:rsid w:val="00916188"/>
    <w:rsid w:val="00921045"/>
    <w:rsid w:val="00923D7D"/>
    <w:rsid w:val="009309B4"/>
    <w:rsid w:val="009508DF"/>
    <w:rsid w:val="00950DAC"/>
    <w:rsid w:val="009548FB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01A"/>
    <w:rsid w:val="00A155EE"/>
    <w:rsid w:val="00A2245B"/>
    <w:rsid w:val="00A30110"/>
    <w:rsid w:val="00A36899"/>
    <w:rsid w:val="00A371F6"/>
    <w:rsid w:val="00A43BF6"/>
    <w:rsid w:val="00A53FA5"/>
    <w:rsid w:val="00A54817"/>
    <w:rsid w:val="00A600F5"/>
    <w:rsid w:val="00A601C8"/>
    <w:rsid w:val="00A60799"/>
    <w:rsid w:val="00A61BE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7A82"/>
    <w:rsid w:val="00B40ADB"/>
    <w:rsid w:val="00B410DC"/>
    <w:rsid w:val="00B43B77"/>
    <w:rsid w:val="00B43E80"/>
    <w:rsid w:val="00B47867"/>
    <w:rsid w:val="00B607DB"/>
    <w:rsid w:val="00B66529"/>
    <w:rsid w:val="00B75946"/>
    <w:rsid w:val="00B8056E"/>
    <w:rsid w:val="00B819C8"/>
    <w:rsid w:val="00B82308"/>
    <w:rsid w:val="00B85027"/>
    <w:rsid w:val="00B90885"/>
    <w:rsid w:val="00BB0680"/>
    <w:rsid w:val="00BB520A"/>
    <w:rsid w:val="00BC1002"/>
    <w:rsid w:val="00BD3869"/>
    <w:rsid w:val="00BD66E9"/>
    <w:rsid w:val="00BD6FF4"/>
    <w:rsid w:val="00BF2C41"/>
    <w:rsid w:val="00C058B4"/>
    <w:rsid w:val="00C05F44"/>
    <w:rsid w:val="00C12D15"/>
    <w:rsid w:val="00C131B5"/>
    <w:rsid w:val="00C16ABF"/>
    <w:rsid w:val="00C170AE"/>
    <w:rsid w:val="00C26CB7"/>
    <w:rsid w:val="00C26E87"/>
    <w:rsid w:val="00C324C1"/>
    <w:rsid w:val="00C36992"/>
    <w:rsid w:val="00C56036"/>
    <w:rsid w:val="00C61DC5"/>
    <w:rsid w:val="00C66B51"/>
    <w:rsid w:val="00C67E92"/>
    <w:rsid w:val="00C70A26"/>
    <w:rsid w:val="00C766DF"/>
    <w:rsid w:val="00C94B98"/>
    <w:rsid w:val="00CA2B96"/>
    <w:rsid w:val="00CA5089"/>
    <w:rsid w:val="00CB5E30"/>
    <w:rsid w:val="00CD5140"/>
    <w:rsid w:val="00CD6897"/>
    <w:rsid w:val="00CE5BAC"/>
    <w:rsid w:val="00CF25BE"/>
    <w:rsid w:val="00CF78ED"/>
    <w:rsid w:val="00D02B25"/>
    <w:rsid w:val="00D02EBA"/>
    <w:rsid w:val="00D17C3C"/>
    <w:rsid w:val="00D26B2C"/>
    <w:rsid w:val="00D30B98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7372"/>
    <w:rsid w:val="00DE09C0"/>
    <w:rsid w:val="00DE4A14"/>
    <w:rsid w:val="00DF320D"/>
    <w:rsid w:val="00DF71C8"/>
    <w:rsid w:val="00E12298"/>
    <w:rsid w:val="00E129B8"/>
    <w:rsid w:val="00E21E7D"/>
    <w:rsid w:val="00E22FBC"/>
    <w:rsid w:val="00E24BF5"/>
    <w:rsid w:val="00E25338"/>
    <w:rsid w:val="00E51E44"/>
    <w:rsid w:val="00E62DC1"/>
    <w:rsid w:val="00E63348"/>
    <w:rsid w:val="00E742AA"/>
    <w:rsid w:val="00E77E88"/>
    <w:rsid w:val="00E8107D"/>
    <w:rsid w:val="00E924F6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AE5"/>
    <w:rsid w:val="00F00F6C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445A"/>
    <w:rsid w:val="00FD503F"/>
    <w:rsid w:val="00FD7589"/>
    <w:rsid w:val="00FF016A"/>
    <w:rsid w:val="00FF045B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00793"/>
  <w15:docId w15:val="{3C376197-515C-4D07-A09F-9EC35DE84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7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F5D380-2D1F-45A8-ACEA-6BAEA40677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C714DD-7FF3-4EBE-9F69-E1D2A5681C41}"/>
</file>

<file path=customXml/itemProps3.xml><?xml version="1.0" encoding="utf-8"?>
<ds:datastoreItem xmlns:ds="http://schemas.openxmlformats.org/officeDocument/2006/customXml" ds:itemID="{B5A5FCB1-5A98-4741-AEF4-6A54BD14EB9A}"/>
</file>

<file path=customXml/itemProps4.xml><?xml version="1.0" encoding="utf-8"?>
<ds:datastoreItem xmlns:ds="http://schemas.openxmlformats.org/officeDocument/2006/customXml" ds:itemID="{3E66F1EC-408F-4540-8C1D-91598D7C9B09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</TotalTime>
  <Pages>5</Pages>
  <Words>1232</Words>
  <Characters>7398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Marek Motyka</cp:lastModifiedBy>
  <cp:revision>8</cp:revision>
  <cp:lastPrinted>2019-07-04T06:49:00Z</cp:lastPrinted>
  <dcterms:created xsi:type="dcterms:W3CDTF">2020-10-27T11:53:00Z</dcterms:created>
  <dcterms:modified xsi:type="dcterms:W3CDTF">2021-10-01T15:09:00Z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